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CF8B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CE6D02" w14:textId="55855F6E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ED883B" w14:textId="20585A4E" w:rsidR="00062766" w:rsidRDefault="00062766" w:rsidP="0006276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6271DF">
        <w:rPr>
          <w:rFonts w:ascii="Corbel" w:hAnsi="Corbel"/>
          <w:i/>
          <w:smallCaps/>
          <w:sz w:val="24"/>
          <w:szCs w:val="24"/>
        </w:rPr>
        <w:t>2019-2022</w:t>
      </w:r>
    </w:p>
    <w:p w14:paraId="6438A81C" w14:textId="667B31C8" w:rsidR="00445970" w:rsidRPr="00062766" w:rsidRDefault="00445970" w:rsidP="00CA65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62766">
        <w:rPr>
          <w:rFonts w:ascii="Corbel" w:hAnsi="Corbel"/>
          <w:sz w:val="20"/>
          <w:szCs w:val="20"/>
        </w:rPr>
        <w:t>R</w:t>
      </w:r>
      <w:r w:rsidR="00CA65B5" w:rsidRPr="00062766">
        <w:rPr>
          <w:rFonts w:ascii="Corbel" w:hAnsi="Corbel"/>
          <w:sz w:val="20"/>
          <w:szCs w:val="20"/>
        </w:rPr>
        <w:t>ok akademicki 202</w:t>
      </w:r>
      <w:r w:rsidR="006271DF">
        <w:rPr>
          <w:rFonts w:ascii="Corbel" w:hAnsi="Corbel"/>
          <w:sz w:val="20"/>
          <w:szCs w:val="20"/>
        </w:rPr>
        <w:t>1</w:t>
      </w:r>
      <w:r w:rsidR="00CA65B5" w:rsidRPr="00062766">
        <w:rPr>
          <w:rFonts w:ascii="Corbel" w:hAnsi="Corbel"/>
          <w:sz w:val="20"/>
          <w:szCs w:val="20"/>
        </w:rPr>
        <w:t>/202</w:t>
      </w:r>
      <w:r w:rsidR="006271DF">
        <w:rPr>
          <w:rFonts w:ascii="Corbel" w:hAnsi="Corbel"/>
          <w:sz w:val="20"/>
          <w:szCs w:val="20"/>
        </w:rPr>
        <w:t>2</w:t>
      </w:r>
    </w:p>
    <w:p w14:paraId="6C9637D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E88A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19FC87" w14:textId="77777777" w:rsidTr="00B819C8">
        <w:tc>
          <w:tcPr>
            <w:tcW w:w="2694" w:type="dxa"/>
            <w:vAlign w:val="center"/>
          </w:tcPr>
          <w:p w14:paraId="492731F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B4B894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  <w:r w:rsidR="00395D36">
              <w:rPr>
                <w:rFonts w:ascii="Corbel" w:hAnsi="Corbel"/>
                <w:b w:val="0"/>
                <w:sz w:val="24"/>
                <w:szCs w:val="24"/>
              </w:rPr>
              <w:t>ekologiczna</w:t>
            </w:r>
          </w:p>
        </w:tc>
      </w:tr>
      <w:tr w:rsidR="0085747A" w:rsidRPr="009C54AE" w14:paraId="247809CA" w14:textId="77777777" w:rsidTr="00B819C8">
        <w:tc>
          <w:tcPr>
            <w:tcW w:w="2694" w:type="dxa"/>
            <w:vAlign w:val="center"/>
          </w:tcPr>
          <w:p w14:paraId="26F99D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0E163D" w14:textId="77777777" w:rsidR="0085747A" w:rsidRPr="00AD4525" w:rsidRDefault="00395D36" w:rsidP="00AD4525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</w:t>
            </w:r>
            <w:proofErr w:type="spellStart"/>
            <w:r>
              <w:t>GRiL</w:t>
            </w:r>
            <w:proofErr w:type="spellEnd"/>
            <w:r>
              <w:t>/C-1.4b</w:t>
            </w:r>
          </w:p>
        </w:tc>
      </w:tr>
      <w:tr w:rsidR="0085747A" w:rsidRPr="009C54AE" w14:paraId="5C3ECCE8" w14:textId="77777777" w:rsidTr="00B819C8">
        <w:tc>
          <w:tcPr>
            <w:tcW w:w="2694" w:type="dxa"/>
            <w:vAlign w:val="center"/>
          </w:tcPr>
          <w:p w14:paraId="2C1C45E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184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34C0D1" w14:textId="77777777" w:rsidTr="00B819C8">
        <w:tc>
          <w:tcPr>
            <w:tcW w:w="2694" w:type="dxa"/>
            <w:vAlign w:val="center"/>
          </w:tcPr>
          <w:p w14:paraId="7047D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0057CB" w14:textId="77777777" w:rsidR="0085747A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AE7F88E" w14:textId="77777777" w:rsidTr="00B819C8">
        <w:tc>
          <w:tcPr>
            <w:tcW w:w="2694" w:type="dxa"/>
            <w:vAlign w:val="center"/>
          </w:tcPr>
          <w:p w14:paraId="51D5E2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723F02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6069568" w14:textId="77777777" w:rsidTr="00B819C8">
        <w:tc>
          <w:tcPr>
            <w:tcW w:w="2694" w:type="dxa"/>
            <w:vAlign w:val="center"/>
          </w:tcPr>
          <w:p w14:paraId="10374EB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D3378B" w14:textId="77777777" w:rsidR="0085747A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5306457" w14:textId="77777777" w:rsidTr="00B819C8">
        <w:tc>
          <w:tcPr>
            <w:tcW w:w="2694" w:type="dxa"/>
            <w:vAlign w:val="center"/>
          </w:tcPr>
          <w:p w14:paraId="659E7C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13F8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30A86D" w14:textId="77777777" w:rsidTr="00B819C8">
        <w:tc>
          <w:tcPr>
            <w:tcW w:w="2694" w:type="dxa"/>
            <w:vAlign w:val="center"/>
          </w:tcPr>
          <w:p w14:paraId="5C865F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145C96" w14:textId="6D8A085A" w:rsidR="0085747A" w:rsidRPr="007348DC" w:rsidRDefault="007348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48D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55A7493" w14:textId="77777777" w:rsidTr="00B819C8">
        <w:tc>
          <w:tcPr>
            <w:tcW w:w="2694" w:type="dxa"/>
            <w:vAlign w:val="center"/>
          </w:tcPr>
          <w:p w14:paraId="67BA57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C75D7D" w14:textId="77777777" w:rsidR="0085747A" w:rsidRPr="009C54AE" w:rsidRDefault="00395D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E6ED92A" w14:textId="77777777" w:rsidTr="00B819C8">
        <w:tc>
          <w:tcPr>
            <w:tcW w:w="2694" w:type="dxa"/>
            <w:vAlign w:val="center"/>
          </w:tcPr>
          <w:p w14:paraId="5A3728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17F0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OLE_LINK3"/>
            <w:bookmarkStart w:id="1" w:name="OLE_LINK4"/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bookmarkEnd w:id="0"/>
            <w:bookmarkEnd w:id="1"/>
          </w:p>
        </w:tc>
      </w:tr>
      <w:tr w:rsidR="00923D7D" w:rsidRPr="009C54AE" w14:paraId="04082D6F" w14:textId="77777777" w:rsidTr="00B819C8">
        <w:tc>
          <w:tcPr>
            <w:tcW w:w="2694" w:type="dxa"/>
            <w:vAlign w:val="center"/>
          </w:tcPr>
          <w:p w14:paraId="5D8E051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66EFBF" w14:textId="77777777" w:rsidR="00CA65B5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62D4566" w14:textId="77777777" w:rsidTr="00B819C8">
        <w:tc>
          <w:tcPr>
            <w:tcW w:w="2694" w:type="dxa"/>
            <w:vAlign w:val="center"/>
          </w:tcPr>
          <w:p w14:paraId="48C3B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D9375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06631A6E" w14:textId="77777777" w:rsidTr="00B819C8">
        <w:tc>
          <w:tcPr>
            <w:tcW w:w="2694" w:type="dxa"/>
            <w:vAlign w:val="center"/>
          </w:tcPr>
          <w:p w14:paraId="31CC1B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43B426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22F9B4EC" w14:textId="21A16A0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6276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E75B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17896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FE57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3B20A0" w14:textId="77777777" w:rsidTr="00CA65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E71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009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F4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9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2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5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3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C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33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6C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DA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0D73C" w14:textId="77777777" w:rsidTr="00CA65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636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647C" w14:textId="3389B73D" w:rsidR="00015B8F" w:rsidRPr="009C54AE" w:rsidRDefault="00734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C728" w14:textId="5EAF8C90" w:rsidR="00015B8F" w:rsidRPr="009C54AE" w:rsidRDefault="00734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8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BB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3D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72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CE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E9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4653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0E0704" w14:textId="77777777" w:rsidR="00923D7D" w:rsidRPr="009C54AE" w:rsidRDefault="00923D7D" w:rsidP="004B0F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3005C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1D815" w14:textId="661CD7D7" w:rsidR="000721F4" w:rsidRDefault="000721F4" w:rsidP="000721F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2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0D6B9033" w14:textId="77777777" w:rsidR="000721F4" w:rsidRPr="000721F4" w:rsidRDefault="000721F4" w:rsidP="000721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21F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0721F4">
        <w:rPr>
          <w:rStyle w:val="normaltextrun"/>
          <w:rFonts w:ascii="Corbel" w:hAnsi="Corbel" w:cs="Segoe UI"/>
          <w:smallCaps w:val="0"/>
          <w:szCs w:val="24"/>
        </w:rPr>
        <w:t> </w:t>
      </w:r>
      <w:r w:rsidRPr="000721F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721F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2"/>
    </w:p>
    <w:p w14:paraId="53681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8737D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31DD05" w14:textId="77777777" w:rsidR="009C54AE" w:rsidRPr="000721F4" w:rsidRDefault="00AA61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721F4">
        <w:rPr>
          <w:rFonts w:ascii="Corbel" w:hAnsi="Corbel"/>
          <w:b w:val="0"/>
          <w:smallCaps w:val="0"/>
          <w:szCs w:val="24"/>
        </w:rPr>
        <w:t>Egzamin</w:t>
      </w:r>
    </w:p>
    <w:p w14:paraId="3FF8BAD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25BD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A8D36" w14:textId="77777777" w:rsidTr="00745302">
        <w:tc>
          <w:tcPr>
            <w:tcW w:w="9670" w:type="dxa"/>
          </w:tcPr>
          <w:p w14:paraId="76DEE6D6" w14:textId="77777777" w:rsidR="0085747A" w:rsidRPr="009C54AE" w:rsidRDefault="00D50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14:paraId="271838F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F431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CD828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153F3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2740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BAD38FA" w14:textId="77777777" w:rsidTr="00923D7D">
        <w:tc>
          <w:tcPr>
            <w:tcW w:w="851" w:type="dxa"/>
            <w:vAlign w:val="center"/>
          </w:tcPr>
          <w:p w14:paraId="3BEDE33F" w14:textId="77777777" w:rsidR="0085747A" w:rsidRPr="004B0F49" w:rsidRDefault="0085747A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33BB82" w14:textId="77777777" w:rsidR="00395D36" w:rsidRPr="004B0F49" w:rsidRDefault="00395D36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Przedstawienie ekonomii ekologicznej jako dyscypliny mającej określony przedmiot i metodę badania.</w:t>
            </w:r>
          </w:p>
        </w:tc>
      </w:tr>
      <w:tr w:rsidR="0085747A" w:rsidRPr="009C54AE" w14:paraId="2BA179ED" w14:textId="77777777" w:rsidTr="00923D7D">
        <w:tc>
          <w:tcPr>
            <w:tcW w:w="851" w:type="dxa"/>
            <w:vAlign w:val="center"/>
          </w:tcPr>
          <w:p w14:paraId="4F6FA4FD" w14:textId="77777777" w:rsidR="0085747A" w:rsidRPr="004B0F49" w:rsidRDefault="00D509FC" w:rsidP="004B0F4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9195368" w14:textId="77777777" w:rsidR="00395D36" w:rsidRPr="004B0F49" w:rsidRDefault="00395D36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eastAsia="Times New Roman" w:hAnsi="Corbel"/>
                <w:sz w:val="24"/>
                <w:szCs w:val="24"/>
              </w:rPr>
              <w:t>Wyjaśnienie znaczenia podstawowych pojęć ekonomii i ich roli w analizie problemów ekologicznych,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eastAsia="Times New Roman" w:hAnsi="Corbel"/>
                <w:sz w:val="24"/>
                <w:szCs w:val="24"/>
              </w:rPr>
              <w:t>prezentacja powiązań funkcjonalnych pomiędzy środowiskiem przyrodniczym a różnymi sferami gospodarki.</w:t>
            </w:r>
          </w:p>
        </w:tc>
      </w:tr>
      <w:tr w:rsidR="0085747A" w:rsidRPr="009C54AE" w14:paraId="17E26733" w14:textId="77777777" w:rsidTr="00923D7D">
        <w:tc>
          <w:tcPr>
            <w:tcW w:w="851" w:type="dxa"/>
            <w:vAlign w:val="center"/>
          </w:tcPr>
          <w:p w14:paraId="6CCF34F7" w14:textId="77777777" w:rsidR="0085747A" w:rsidRPr="004B0F49" w:rsidRDefault="00D509FC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2FC696" w14:textId="77777777" w:rsidR="00395D36" w:rsidRPr="004B0F49" w:rsidRDefault="00395D36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wydatków na ochronę środowiska oraz umiejętności diagnozowania i analizowania głównych problemów ekologicznych (np. zanieczyszczenia powietrza, wód i gleb).</w:t>
            </w:r>
          </w:p>
        </w:tc>
      </w:tr>
    </w:tbl>
    <w:p w14:paraId="639DC8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1E4D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024130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85747A" w:rsidRPr="009C54AE" w14:paraId="2B982F9F" w14:textId="77777777" w:rsidTr="004B0F49">
        <w:tc>
          <w:tcPr>
            <w:tcW w:w="1447" w:type="dxa"/>
            <w:vAlign w:val="center"/>
          </w:tcPr>
          <w:p w14:paraId="52FA92A3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0F4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0F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9" w:type="dxa"/>
            <w:vAlign w:val="center"/>
          </w:tcPr>
          <w:p w14:paraId="71D85FAA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14DADE8B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B0F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2BB1008" w14:textId="77777777" w:rsidTr="004B0F49">
        <w:tc>
          <w:tcPr>
            <w:tcW w:w="1447" w:type="dxa"/>
          </w:tcPr>
          <w:p w14:paraId="0867B84A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9" w:type="dxa"/>
          </w:tcPr>
          <w:p w14:paraId="0E1593FA" w14:textId="77777777" w:rsidR="0085747A" w:rsidRPr="004B0F49" w:rsidRDefault="00485955" w:rsidP="004B0F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Charakteryzuje system gospodarczy  ramach systemu środowiskowego (ekosystemu), uznając ten pierwszy jako podukład tego drugiego. Posiada pogłębioną wiedzę z zakresu polityki ekologicznej i układu instytucjonalnego oraz etyki i kwestii sprawiedliwej dystrybucji dochodów.</w:t>
            </w:r>
          </w:p>
        </w:tc>
        <w:tc>
          <w:tcPr>
            <w:tcW w:w="1864" w:type="dxa"/>
          </w:tcPr>
          <w:p w14:paraId="6CDA8DEC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783881B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C09208B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753238D4" w14:textId="77777777" w:rsidR="0085747A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1EFACD78" w14:textId="77777777" w:rsidTr="004B0F49">
        <w:tc>
          <w:tcPr>
            <w:tcW w:w="1447" w:type="dxa"/>
          </w:tcPr>
          <w:p w14:paraId="7D62D5D9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9" w:type="dxa"/>
          </w:tcPr>
          <w:p w14:paraId="53B2E8F5" w14:textId="77777777" w:rsidR="0085747A" w:rsidRPr="004B0F49" w:rsidRDefault="00485955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Rozumie ograniczoność substytucji, a także nieodwracalność zużytych zasobów oraz widzi problem sprawiedliwości międzypokoleniowej, problem równowagi w ekosystemach oraz przyjmuje kryterium jakości życia (odrzucając korzyść ekonomiczną, jako jedyne kryterium rozwoju)</w:t>
            </w:r>
            <w:r w:rsidR="007F317F" w:rsidRPr="004B0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hAnsi="Corbel"/>
                <w:sz w:val="24"/>
                <w:szCs w:val="24"/>
              </w:rPr>
              <w:t>ekonomiczne aspekty współczesnej ochrony środowiska i posiada świadomość stałej zmienności w gospodarowaniu zasobami naturalnymi.</w:t>
            </w:r>
          </w:p>
        </w:tc>
        <w:tc>
          <w:tcPr>
            <w:tcW w:w="1864" w:type="dxa"/>
          </w:tcPr>
          <w:p w14:paraId="119FD40D" w14:textId="486DF373" w:rsidR="007F317F" w:rsidRPr="004B0F49" w:rsidRDefault="007F317F" w:rsidP="00062766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K_U01</w:t>
            </w:r>
          </w:p>
          <w:p w14:paraId="3B96B06B" w14:textId="77777777" w:rsidR="0085747A" w:rsidRPr="004B0F49" w:rsidRDefault="0085747A" w:rsidP="0006276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5747A" w:rsidRPr="009C54AE" w14:paraId="47A6AB9B" w14:textId="77777777" w:rsidTr="004B0F49">
        <w:tc>
          <w:tcPr>
            <w:tcW w:w="1447" w:type="dxa"/>
          </w:tcPr>
          <w:p w14:paraId="16A92AD8" w14:textId="77777777" w:rsidR="0085747A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9" w:type="dxa"/>
          </w:tcPr>
          <w:p w14:paraId="72DD676C" w14:textId="77777777" w:rsidR="0085747A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Analizuje dane dotyczące zasobów naturalnych, nakładów na ochronę środowiska i wyprowadza ważne wnioski charakteryzujące gospodarowanie zasobami naturalnymi.</w:t>
            </w:r>
          </w:p>
        </w:tc>
        <w:tc>
          <w:tcPr>
            <w:tcW w:w="1864" w:type="dxa"/>
          </w:tcPr>
          <w:p w14:paraId="32D59AF6" w14:textId="77777777" w:rsidR="0085747A" w:rsidRPr="004B0F49" w:rsidRDefault="007F317F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E90E47" w:rsidRPr="009C54AE" w14:paraId="3AB3B1C7" w14:textId="77777777" w:rsidTr="004B0F49">
        <w:tc>
          <w:tcPr>
            <w:tcW w:w="1447" w:type="dxa"/>
          </w:tcPr>
          <w:p w14:paraId="601223C9" w14:textId="77777777" w:rsidR="00E90E47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9" w:type="dxa"/>
          </w:tcPr>
          <w:p w14:paraId="32F3C4FD" w14:textId="77777777" w:rsidR="00E90E47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Posiada świadomość, że system ekonomiczny osadzony jest w środowisku przyrodniczym, z którego czerpie surowe do wytwarzania dóbr (użytecznych dla człowieka), jednocześnie pozbywa się odpadów z procesów produkcyjnych i konsumpcyjnych.</w:t>
            </w:r>
          </w:p>
        </w:tc>
        <w:tc>
          <w:tcPr>
            <w:tcW w:w="1864" w:type="dxa"/>
          </w:tcPr>
          <w:p w14:paraId="4CD8F820" w14:textId="77777777" w:rsidR="00E90E47" w:rsidRPr="004B0F49" w:rsidRDefault="007F317F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E90E47" w:rsidRPr="009C54AE" w14:paraId="1476FAC5" w14:textId="77777777" w:rsidTr="004B0F49">
        <w:tc>
          <w:tcPr>
            <w:tcW w:w="1447" w:type="dxa"/>
          </w:tcPr>
          <w:p w14:paraId="1AB7E414" w14:textId="77777777" w:rsidR="00E90E47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9" w:type="dxa"/>
          </w:tcPr>
          <w:p w14:paraId="1BB5A35E" w14:textId="77777777" w:rsidR="00E90E47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Ma własne sady na temat rosnącej globalnej gospodarki i globalnego ekosystemu, który jest w zakresie dostarczania energii i surowców.</w:t>
            </w:r>
          </w:p>
        </w:tc>
        <w:tc>
          <w:tcPr>
            <w:tcW w:w="1864" w:type="dxa"/>
          </w:tcPr>
          <w:p w14:paraId="2249074C" w14:textId="77777777" w:rsidR="007F317F" w:rsidRPr="004B0F49" w:rsidRDefault="007F317F" w:rsidP="00062766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K_K02</w:t>
            </w:r>
          </w:p>
          <w:p w14:paraId="66A9A049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7F20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1911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B44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CCE5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6CCCE0" w14:textId="77777777" w:rsidTr="00481AA1">
        <w:tc>
          <w:tcPr>
            <w:tcW w:w="9520" w:type="dxa"/>
          </w:tcPr>
          <w:p w14:paraId="3991B8D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E5684F" w14:textId="77777777" w:rsidTr="00481AA1">
        <w:tc>
          <w:tcPr>
            <w:tcW w:w="9520" w:type="dxa"/>
          </w:tcPr>
          <w:p w14:paraId="36FC6CC4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="0085747A" w:rsidRPr="009C54AE" w14:paraId="2CD94019" w14:textId="77777777" w:rsidTr="00481AA1">
        <w:tc>
          <w:tcPr>
            <w:tcW w:w="9520" w:type="dxa"/>
          </w:tcPr>
          <w:p w14:paraId="57DF4EA7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lastRenderedPageBreak/>
              <w:t>Stan i ekonomiczne prognozy zmian środowiska przyrodniczego</w:t>
            </w:r>
          </w:p>
        </w:tc>
      </w:tr>
      <w:tr w:rsidR="0085747A" w:rsidRPr="009C54AE" w14:paraId="41D144F3" w14:textId="77777777" w:rsidTr="00481AA1">
        <w:tc>
          <w:tcPr>
            <w:tcW w:w="9520" w:type="dxa"/>
          </w:tcPr>
          <w:p w14:paraId="257CDA59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="00A87A7F" w:rsidRPr="009C54AE" w14:paraId="3443CC10" w14:textId="77777777" w:rsidTr="00481AA1">
        <w:tc>
          <w:tcPr>
            <w:tcW w:w="9520" w:type="dxa"/>
          </w:tcPr>
          <w:p w14:paraId="144EF619" w14:textId="77777777" w:rsidR="00A87A7F" w:rsidRPr="004B0F49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 xml:space="preserve">Twierdzenie </w:t>
            </w:r>
            <w:proofErr w:type="spellStart"/>
            <w:r w:rsidRPr="004B0F49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</w:p>
        </w:tc>
      </w:tr>
      <w:tr w:rsidR="00A87A7F" w:rsidRPr="009C54AE" w14:paraId="7D3D0EB5" w14:textId="77777777" w:rsidTr="00481AA1">
        <w:tc>
          <w:tcPr>
            <w:tcW w:w="9520" w:type="dxa"/>
          </w:tcPr>
          <w:p w14:paraId="27F85762" w14:textId="77777777" w:rsidR="00A87A7F" w:rsidRPr="004B0F49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="00481AA1" w:rsidRPr="009C54AE" w14:paraId="4848A24E" w14:textId="77777777" w:rsidTr="00481AA1">
        <w:tc>
          <w:tcPr>
            <w:tcW w:w="9520" w:type="dxa"/>
          </w:tcPr>
          <w:p w14:paraId="2A6A3A3B" w14:textId="77777777" w:rsidR="00481AA1" w:rsidRPr="004B0F49" w:rsidRDefault="00481AA1" w:rsidP="00481AA1">
            <w:pPr>
              <w:pStyle w:val="Default"/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="00481AA1" w:rsidRPr="009C54AE" w14:paraId="55548CF1" w14:textId="77777777" w:rsidTr="00481AA1">
        <w:tc>
          <w:tcPr>
            <w:tcW w:w="9520" w:type="dxa"/>
          </w:tcPr>
          <w:p w14:paraId="25875F02" w14:textId="77777777" w:rsidR="00481AA1" w:rsidRPr="004B0F49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="00481AA1" w:rsidRPr="009C54AE" w14:paraId="219ABA7E" w14:textId="77777777" w:rsidTr="00481AA1">
        <w:tc>
          <w:tcPr>
            <w:tcW w:w="9520" w:type="dxa"/>
          </w:tcPr>
          <w:p w14:paraId="27AFE2C0" w14:textId="77777777" w:rsidR="00481AA1" w:rsidRPr="004B0F49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Międzynarodowe problemy ekologiczne</w:t>
            </w:r>
          </w:p>
        </w:tc>
      </w:tr>
      <w:tr w:rsidR="00481AA1" w:rsidRPr="009C54AE" w14:paraId="094AB620" w14:textId="77777777" w:rsidTr="00481AA1">
        <w:tc>
          <w:tcPr>
            <w:tcW w:w="9520" w:type="dxa"/>
          </w:tcPr>
          <w:p w14:paraId="47F125FA" w14:textId="77777777" w:rsidR="00481AA1" w:rsidRPr="004B0F49" w:rsidRDefault="007334F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Europejski zielony ład</w:t>
            </w:r>
          </w:p>
        </w:tc>
      </w:tr>
    </w:tbl>
    <w:p w14:paraId="123995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3BAC6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51CC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231AF2" w14:textId="77777777" w:rsidTr="009D6CF2">
        <w:tc>
          <w:tcPr>
            <w:tcW w:w="9520" w:type="dxa"/>
          </w:tcPr>
          <w:p w14:paraId="2F25D9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B2D9B00" w14:textId="77777777" w:rsidTr="009D6CF2">
        <w:tc>
          <w:tcPr>
            <w:tcW w:w="9520" w:type="dxa"/>
          </w:tcPr>
          <w:p w14:paraId="0FCD89D6" w14:textId="77777777" w:rsidR="0085747A" w:rsidRPr="004B0F49" w:rsidRDefault="00481A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="0085747A" w:rsidRPr="009C54AE" w14:paraId="4106125A" w14:textId="77777777" w:rsidTr="009D6CF2">
        <w:tc>
          <w:tcPr>
            <w:tcW w:w="9520" w:type="dxa"/>
          </w:tcPr>
          <w:p w14:paraId="7FA03B0B" w14:textId="77777777" w:rsidR="0085747A" w:rsidRPr="004B0F49" w:rsidRDefault="002A7C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="0085747A" w:rsidRPr="009C54AE" w14:paraId="52DE00F1" w14:textId="77777777" w:rsidTr="009D6CF2">
        <w:tc>
          <w:tcPr>
            <w:tcW w:w="9520" w:type="dxa"/>
          </w:tcPr>
          <w:p w14:paraId="20FADC31" w14:textId="77777777" w:rsidR="0085747A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="00481AA1" w:rsidRPr="009C54AE" w14:paraId="381F7A84" w14:textId="77777777" w:rsidTr="009D6CF2">
        <w:tc>
          <w:tcPr>
            <w:tcW w:w="9520" w:type="dxa"/>
          </w:tcPr>
          <w:p w14:paraId="29D6FFC9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="001D6241" w:rsidRPr="004B0F49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="00481AA1" w:rsidRPr="009C54AE" w14:paraId="21754744" w14:textId="77777777" w:rsidTr="009D6CF2">
        <w:tc>
          <w:tcPr>
            <w:tcW w:w="9520" w:type="dxa"/>
          </w:tcPr>
          <w:p w14:paraId="2AABF225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="00481AA1" w:rsidRPr="009C54AE" w14:paraId="2DC1B21B" w14:textId="77777777" w:rsidTr="009D6CF2">
        <w:tc>
          <w:tcPr>
            <w:tcW w:w="9520" w:type="dxa"/>
          </w:tcPr>
          <w:p w14:paraId="2B3BBCAB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481AA1" w:rsidRPr="009C54AE" w14:paraId="2BC5FC00" w14:textId="77777777" w:rsidTr="009D6CF2">
        <w:tc>
          <w:tcPr>
            <w:tcW w:w="9520" w:type="dxa"/>
          </w:tcPr>
          <w:p w14:paraId="7ADA824F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481AA1" w:rsidRPr="009C54AE" w14:paraId="5F6DF5C0" w14:textId="77777777" w:rsidTr="009D6CF2">
        <w:tc>
          <w:tcPr>
            <w:tcW w:w="9520" w:type="dxa"/>
          </w:tcPr>
          <w:p w14:paraId="656143AB" w14:textId="77777777" w:rsidR="00481AA1" w:rsidRPr="004B0F49" w:rsidRDefault="009D6C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Unijny system handlu</w:t>
            </w:r>
            <w:r w:rsidR="00D65B27" w:rsidRPr="004B0F49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="00D65B27" w:rsidRPr="009C54AE" w14:paraId="0CEA5457" w14:textId="77777777" w:rsidTr="009D6CF2">
        <w:tc>
          <w:tcPr>
            <w:tcW w:w="9520" w:type="dxa"/>
          </w:tcPr>
          <w:p w14:paraId="18799F8B" w14:textId="77777777" w:rsidR="00D65B27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="00D65B27" w:rsidRPr="009C54AE" w14:paraId="184BF3B7" w14:textId="77777777" w:rsidTr="009D6CF2">
        <w:tc>
          <w:tcPr>
            <w:tcW w:w="9520" w:type="dxa"/>
          </w:tcPr>
          <w:p w14:paraId="14B253F7" w14:textId="77777777" w:rsidR="00D65B27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14:paraId="34D163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EDC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97EE4D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D7DDF" w14:textId="77777777" w:rsidR="00AA6155" w:rsidRPr="00831A21" w:rsidRDefault="00AA6155" w:rsidP="00AA6155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14:paraId="3A729A38" w14:textId="77777777" w:rsidR="00AA6155" w:rsidRPr="004B7285" w:rsidRDefault="00AA6155" w:rsidP="00AA6155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14:paraId="599337C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CE9FA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D0DB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8A89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CBC46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30DE961" w14:textId="77777777" w:rsidTr="00C05F44">
        <w:tc>
          <w:tcPr>
            <w:tcW w:w="1985" w:type="dxa"/>
            <w:vAlign w:val="center"/>
          </w:tcPr>
          <w:p w14:paraId="7DD94DD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8C5CD8" w14:textId="77777777" w:rsidR="0085747A" w:rsidRPr="009C54AE" w:rsidRDefault="00F974DA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67D28A3B" w14:textId="77777777" w:rsidR="0085747A" w:rsidRPr="009C54AE" w:rsidRDefault="0085747A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DB722B2" w14:textId="77777777" w:rsidTr="00C05F44">
        <w:tc>
          <w:tcPr>
            <w:tcW w:w="1985" w:type="dxa"/>
          </w:tcPr>
          <w:p w14:paraId="17BEEF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3082295" w14:textId="77777777" w:rsidR="0085747A" w:rsidRPr="004469A7" w:rsidRDefault="004469A7" w:rsidP="004469A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14:paraId="3A2377C9" w14:textId="77777777" w:rsidR="0085747A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85747A" w:rsidRPr="009C54AE" w14:paraId="02ABCB93" w14:textId="77777777" w:rsidTr="00C05F44">
        <w:tc>
          <w:tcPr>
            <w:tcW w:w="1985" w:type="dxa"/>
          </w:tcPr>
          <w:p w14:paraId="75BB0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41CF7B9" w14:textId="77777777" w:rsidR="0085747A" w:rsidRPr="004469A7" w:rsidRDefault="004469A7" w:rsidP="004469A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14:paraId="0658406A" w14:textId="77777777" w:rsidR="0085747A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3953ED71" w14:textId="77777777" w:rsidTr="00C05F44">
        <w:tc>
          <w:tcPr>
            <w:tcW w:w="1985" w:type="dxa"/>
          </w:tcPr>
          <w:p w14:paraId="13AD6833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E831CEE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06F9D458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19766E4A" w14:textId="77777777" w:rsidTr="00C05F44">
        <w:tc>
          <w:tcPr>
            <w:tcW w:w="1985" w:type="dxa"/>
          </w:tcPr>
          <w:p w14:paraId="63C8C7BD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8A386A3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2470E10D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28C432E5" w14:textId="77777777" w:rsidTr="00C05F44">
        <w:tc>
          <w:tcPr>
            <w:tcW w:w="1985" w:type="dxa"/>
          </w:tcPr>
          <w:p w14:paraId="6F71DA0E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DC74EBB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622461AE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</w:tbl>
    <w:p w14:paraId="09E137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0CF92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CC02DC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5879" w14:textId="77777777" w:rsidTr="00923D7D">
        <w:tc>
          <w:tcPr>
            <w:tcW w:w="9670" w:type="dxa"/>
          </w:tcPr>
          <w:p w14:paraId="63A923DA" w14:textId="77777777" w:rsidR="004469A7" w:rsidRPr="003B2AE6" w:rsidRDefault="004469A7" w:rsidP="0044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6AD145FF" w14:textId="77777777" w:rsidR="004469A7" w:rsidRPr="003B2AE6" w:rsidRDefault="004469A7" w:rsidP="0044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797745BD" w14:textId="77777777" w:rsidR="0085747A" w:rsidRPr="004469A7" w:rsidRDefault="004469A7" w:rsidP="004469A7">
            <w:r w:rsidRPr="003B2AE6">
              <w:rPr>
                <w:rFonts w:ascii="Corbel" w:hAnsi="Corbel"/>
              </w:rPr>
              <w:lastRenderedPageBreak/>
              <w:t>2. Ćwiczenia - uz</w:t>
            </w:r>
            <w:r w:rsidR="007334F1"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 w:rsidR="004A463F"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</w:p>
        </w:tc>
      </w:tr>
    </w:tbl>
    <w:p w14:paraId="013DFA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C71EF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FB81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6DEA4E5" w14:textId="77777777" w:rsidTr="003E1941">
        <w:tc>
          <w:tcPr>
            <w:tcW w:w="4962" w:type="dxa"/>
            <w:vAlign w:val="center"/>
          </w:tcPr>
          <w:p w14:paraId="61B1A6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EE9B" w14:textId="3D21593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276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34569A" w14:textId="77777777" w:rsidTr="00923D7D">
        <w:tc>
          <w:tcPr>
            <w:tcW w:w="4962" w:type="dxa"/>
          </w:tcPr>
          <w:p w14:paraId="5668D7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18BDC1" w14:textId="7B469894" w:rsidR="0085747A" w:rsidRPr="009C54AE" w:rsidRDefault="007348DC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515A4FA" w14:textId="77777777" w:rsidTr="00923D7D">
        <w:tc>
          <w:tcPr>
            <w:tcW w:w="4962" w:type="dxa"/>
          </w:tcPr>
          <w:p w14:paraId="49EB22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15FF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1C3477" w14:textId="77777777" w:rsidR="00C61DC5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086AF96" w14:textId="77777777" w:rsidTr="00923D7D">
        <w:tc>
          <w:tcPr>
            <w:tcW w:w="4962" w:type="dxa"/>
          </w:tcPr>
          <w:p w14:paraId="29842BE0" w14:textId="1E9EB4E4" w:rsidR="00C61DC5" w:rsidRPr="009C54AE" w:rsidRDefault="00C61DC5" w:rsidP="000721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21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4E940B6A" w14:textId="0AC2E398" w:rsidR="00C61DC5" w:rsidRPr="009C54AE" w:rsidRDefault="007348DC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4BBA3C81" w14:textId="77777777" w:rsidTr="00923D7D">
        <w:tc>
          <w:tcPr>
            <w:tcW w:w="4962" w:type="dxa"/>
          </w:tcPr>
          <w:p w14:paraId="6A0ACB4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2669EB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6B6CBB1" w14:textId="77777777" w:rsidTr="00923D7D">
        <w:tc>
          <w:tcPr>
            <w:tcW w:w="4962" w:type="dxa"/>
          </w:tcPr>
          <w:p w14:paraId="42AFFC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73BA16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B0F5C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D1C12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B40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1BC7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E308005" w14:textId="77777777" w:rsidTr="00CA65B5">
        <w:trPr>
          <w:trHeight w:val="397"/>
        </w:trPr>
        <w:tc>
          <w:tcPr>
            <w:tcW w:w="4082" w:type="dxa"/>
          </w:tcPr>
          <w:p w14:paraId="69B2A7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5CA5521" w14:textId="77777777" w:rsidR="0085747A" w:rsidRPr="009C54AE" w:rsidRDefault="004B0F49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9EE27D" w14:textId="77777777" w:rsidTr="00CA65B5">
        <w:trPr>
          <w:trHeight w:val="397"/>
        </w:trPr>
        <w:tc>
          <w:tcPr>
            <w:tcW w:w="4082" w:type="dxa"/>
          </w:tcPr>
          <w:p w14:paraId="65AC20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75568B7" w14:textId="77777777" w:rsidR="0085747A" w:rsidRPr="009C54AE" w:rsidRDefault="004B0F49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639D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8F5B3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AB4C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A3515F7" w14:textId="77777777" w:rsidTr="004B0F49">
        <w:trPr>
          <w:trHeight w:val="397"/>
        </w:trPr>
        <w:tc>
          <w:tcPr>
            <w:tcW w:w="9497" w:type="dxa"/>
          </w:tcPr>
          <w:p w14:paraId="00A5D6C9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2D8AA6" w14:textId="77777777" w:rsidR="00AA6155" w:rsidRPr="004B0F49" w:rsidRDefault="00AA6155" w:rsidP="00CA65B5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14:paraId="6F2D0AE4" w14:textId="77777777" w:rsidR="00AA6155" w:rsidRPr="004B0F49" w:rsidRDefault="00AA6155" w:rsidP="00CA65B5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2E07BEF2" w14:textId="77777777" w:rsidR="00AA6155" w:rsidRPr="00CA65B5" w:rsidRDefault="00AA6155" w:rsidP="00CA65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CA65B5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CA65B5">
              <w:rPr>
                <w:rFonts w:ascii="Corbel" w:hAnsi="Corbel"/>
                <w:sz w:val="24"/>
                <w:szCs w:val="24"/>
              </w:rPr>
              <w:t>Poskrobko</w:t>
            </w:r>
            <w:proofErr w:type="spellEnd"/>
            <w:r w:rsidRPr="00CA65B5">
              <w:rPr>
                <w:rFonts w:ascii="Corbel" w:hAnsi="Corbel"/>
                <w:sz w:val="24"/>
                <w:szCs w:val="24"/>
              </w:rPr>
              <w:t>, Kształtowanie teorii i wdrożeniowe aspekty zrównoważonego rozwoju, WSE Białystok 2011r.</w:t>
            </w:r>
          </w:p>
        </w:tc>
      </w:tr>
      <w:tr w:rsidR="0085747A" w:rsidRPr="009C54AE" w14:paraId="5216544D" w14:textId="77777777" w:rsidTr="004B0F49">
        <w:trPr>
          <w:trHeight w:val="397"/>
        </w:trPr>
        <w:tc>
          <w:tcPr>
            <w:tcW w:w="9497" w:type="dxa"/>
          </w:tcPr>
          <w:p w14:paraId="61988C94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5600AE" w14:textId="77777777" w:rsidR="00AA6155" w:rsidRPr="004B0F49" w:rsidRDefault="00AA6155" w:rsidP="00CA65B5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S. Czaja, A. </w:t>
            </w:r>
            <w:proofErr w:type="spellStart"/>
            <w:r w:rsidRPr="004B0F49">
              <w:rPr>
                <w:rFonts w:ascii="Corbel" w:hAnsi="Corbel"/>
              </w:rPr>
              <w:t>Becla</w:t>
            </w:r>
            <w:proofErr w:type="spellEnd"/>
            <w:r w:rsidRPr="004B0F49">
              <w:rPr>
                <w:rFonts w:ascii="Corbel" w:hAnsi="Corbel"/>
              </w:rPr>
              <w:t xml:space="preserve">, J. Włodarczyk, T. </w:t>
            </w:r>
            <w:proofErr w:type="spellStart"/>
            <w:r w:rsidRPr="004B0F49">
              <w:rPr>
                <w:rFonts w:ascii="Corbel" w:hAnsi="Corbel"/>
              </w:rPr>
              <w:t>Poskrobko</w:t>
            </w:r>
            <w:proofErr w:type="spellEnd"/>
            <w:r w:rsidRPr="004B0F49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4B0F49">
              <w:rPr>
                <w:rFonts w:ascii="Corbel" w:hAnsi="Corbel"/>
              </w:rPr>
              <w:t>Difin</w:t>
            </w:r>
            <w:proofErr w:type="spellEnd"/>
            <w:r w:rsidRPr="004B0F49">
              <w:rPr>
                <w:rFonts w:ascii="Corbel" w:hAnsi="Corbel"/>
              </w:rPr>
              <w:t xml:space="preserve">, Warszawa 2012. </w:t>
            </w:r>
          </w:p>
          <w:p w14:paraId="6264D0CD" w14:textId="77777777" w:rsidR="00AA6155" w:rsidRPr="004B0F49" w:rsidRDefault="00AA6155" w:rsidP="00CA65B5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T. Żylicz, Cena przyrody, </w:t>
            </w:r>
            <w:proofErr w:type="spellStart"/>
            <w:r w:rsidRPr="004B0F49">
              <w:rPr>
                <w:rFonts w:ascii="Corbel" w:hAnsi="Corbel"/>
              </w:rPr>
              <w:t>WEiŚ</w:t>
            </w:r>
            <w:proofErr w:type="spellEnd"/>
            <w:r w:rsidRPr="004B0F49">
              <w:rPr>
                <w:rFonts w:ascii="Corbel" w:hAnsi="Corbel"/>
              </w:rPr>
              <w:t>, Białystok 2014.</w:t>
            </w:r>
          </w:p>
          <w:p w14:paraId="50AB2E26" w14:textId="77777777" w:rsidR="00AA6155" w:rsidRPr="00CA65B5" w:rsidRDefault="00AA6155" w:rsidP="00CA65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CA65B5">
              <w:rPr>
                <w:rFonts w:ascii="Corbel" w:hAnsi="Corbel"/>
                <w:sz w:val="24"/>
                <w:szCs w:val="24"/>
              </w:rPr>
              <w:t>Prace Naukowe UE nr 22, Gospodarka a środowisko, Wyd. UE we Wrocławiu, Wrocław 2008r.</w:t>
            </w:r>
          </w:p>
        </w:tc>
      </w:tr>
    </w:tbl>
    <w:p w14:paraId="3DACE8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CE7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1E6E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F6C44" w14:textId="77777777" w:rsidR="00417E49" w:rsidRDefault="00417E49" w:rsidP="00C16ABF">
      <w:pPr>
        <w:spacing w:after="0" w:line="240" w:lineRule="auto"/>
      </w:pPr>
      <w:r>
        <w:separator/>
      </w:r>
    </w:p>
  </w:endnote>
  <w:endnote w:type="continuationSeparator" w:id="0">
    <w:p w14:paraId="3D844E68" w14:textId="77777777" w:rsidR="00417E49" w:rsidRDefault="00417E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DBC39" w14:textId="77777777" w:rsidR="00417E49" w:rsidRDefault="00417E49" w:rsidP="00C16ABF">
      <w:pPr>
        <w:spacing w:after="0" w:line="240" w:lineRule="auto"/>
      </w:pPr>
      <w:r>
        <w:separator/>
      </w:r>
    </w:p>
  </w:footnote>
  <w:footnote w:type="continuationSeparator" w:id="0">
    <w:p w14:paraId="12D0D243" w14:textId="77777777" w:rsidR="00417E49" w:rsidRDefault="00417E49" w:rsidP="00C16ABF">
      <w:pPr>
        <w:spacing w:after="0" w:line="240" w:lineRule="auto"/>
      </w:pPr>
      <w:r>
        <w:continuationSeparator/>
      </w:r>
    </w:p>
  </w:footnote>
  <w:footnote w:id="1">
    <w:p w14:paraId="042DAE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2668C12E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F27410"/>
    <w:multiLevelType w:val="hybridMultilevel"/>
    <w:tmpl w:val="BA861E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AD6B62"/>
    <w:multiLevelType w:val="hybridMultilevel"/>
    <w:tmpl w:val="B50AD8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55377D"/>
    <w:multiLevelType w:val="hybridMultilevel"/>
    <w:tmpl w:val="CAD62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42A51"/>
    <w:rsid w:val="00042D2E"/>
    <w:rsid w:val="00044C82"/>
    <w:rsid w:val="00062766"/>
    <w:rsid w:val="00070ED6"/>
    <w:rsid w:val="000721F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31"/>
    <w:rsid w:val="003151C5"/>
    <w:rsid w:val="003343CF"/>
    <w:rsid w:val="00346FE9"/>
    <w:rsid w:val="0034759A"/>
    <w:rsid w:val="003503F6"/>
    <w:rsid w:val="003530DD"/>
    <w:rsid w:val="00363F78"/>
    <w:rsid w:val="00395D3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E49"/>
    <w:rsid w:val="0042244A"/>
    <w:rsid w:val="0042745A"/>
    <w:rsid w:val="00431D5C"/>
    <w:rsid w:val="004362C6"/>
    <w:rsid w:val="00437FA2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85955"/>
    <w:rsid w:val="00490F7D"/>
    <w:rsid w:val="00491678"/>
    <w:rsid w:val="004968E2"/>
    <w:rsid w:val="004A3EEA"/>
    <w:rsid w:val="004A463F"/>
    <w:rsid w:val="004A4D1F"/>
    <w:rsid w:val="004B0F4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1DF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4F1"/>
    <w:rsid w:val="00734608"/>
    <w:rsid w:val="007348D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17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A7F"/>
    <w:rsid w:val="00A97DE1"/>
    <w:rsid w:val="00AA6155"/>
    <w:rsid w:val="00AB053C"/>
    <w:rsid w:val="00AC22C5"/>
    <w:rsid w:val="00AD1146"/>
    <w:rsid w:val="00AD27D3"/>
    <w:rsid w:val="00AD452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5B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533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262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21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21F4"/>
  </w:style>
  <w:style w:type="character" w:customStyle="1" w:styleId="spellingerror">
    <w:name w:val="spellingerror"/>
    <w:basedOn w:val="Domylnaczcionkaakapitu"/>
    <w:rsid w:val="000721F4"/>
  </w:style>
  <w:style w:type="character" w:customStyle="1" w:styleId="eop">
    <w:name w:val="eop"/>
    <w:basedOn w:val="Domylnaczcionkaakapitu"/>
    <w:rsid w:val="00072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0B395-66B6-4D6E-8F4D-472A0D631A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2E8123-9988-47A5-AFD5-608A7477B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85238D-94B3-467D-92BF-9C544689B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099095-B2A6-4E9C-B02D-3DEB8C82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2020-11-26T12:16:00Z</dcterms:created>
  <dcterms:modified xsi:type="dcterms:W3CDTF">2020-12-11T08:25:00Z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